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7B34B6" w14:textId="5D7A2873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E27EDB" w:rsidRPr="00E27EDB">
        <w:rPr>
          <w:rFonts w:ascii="Corbel" w:hAnsi="Corbel"/>
          <w:bCs/>
          <w:i/>
        </w:rPr>
        <w:t>Załącznik nr 1.5 do Zarządzenia Rektora UR nr 61/2025</w:t>
      </w:r>
    </w:p>
    <w:p w14:paraId="77A1FBB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C426DE7" w14:textId="607BA218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45324E">
        <w:rPr>
          <w:rFonts w:ascii="Corbel" w:hAnsi="Corbel"/>
          <w:b/>
          <w:smallCaps/>
          <w:sz w:val="24"/>
          <w:szCs w:val="24"/>
        </w:rPr>
        <w:t xml:space="preserve"> </w:t>
      </w:r>
      <w:r w:rsidR="000C761D" w:rsidRPr="000C761D">
        <w:rPr>
          <w:rFonts w:ascii="Corbel" w:hAnsi="Corbel"/>
          <w:b/>
          <w:smallCaps/>
          <w:sz w:val="24"/>
          <w:szCs w:val="24"/>
        </w:rPr>
        <w:t>202</w:t>
      </w:r>
      <w:r w:rsidR="00E27EDB">
        <w:rPr>
          <w:rFonts w:ascii="Corbel" w:hAnsi="Corbel"/>
          <w:b/>
          <w:smallCaps/>
          <w:sz w:val="24"/>
          <w:szCs w:val="24"/>
        </w:rPr>
        <w:t>5</w:t>
      </w:r>
      <w:r w:rsidR="000C761D" w:rsidRPr="000C761D">
        <w:rPr>
          <w:rFonts w:ascii="Corbel" w:hAnsi="Corbel"/>
          <w:b/>
          <w:smallCaps/>
          <w:sz w:val="24"/>
          <w:szCs w:val="24"/>
        </w:rPr>
        <w:t>-202</w:t>
      </w:r>
      <w:r w:rsidR="00E27EDB">
        <w:rPr>
          <w:rFonts w:ascii="Corbel" w:hAnsi="Corbel"/>
          <w:b/>
          <w:smallCaps/>
          <w:sz w:val="24"/>
          <w:szCs w:val="24"/>
        </w:rPr>
        <w:t>7</w:t>
      </w:r>
    </w:p>
    <w:p w14:paraId="3B7F0944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</w:t>
      </w:r>
      <w:r w:rsidR="00D97005">
        <w:rPr>
          <w:rFonts w:ascii="Corbel" w:hAnsi="Corbel"/>
          <w:i/>
          <w:sz w:val="24"/>
          <w:szCs w:val="24"/>
        </w:rPr>
        <w:tab/>
      </w:r>
      <w:r w:rsidR="00D97005">
        <w:rPr>
          <w:rFonts w:ascii="Corbel" w:hAnsi="Corbel"/>
          <w:i/>
          <w:sz w:val="24"/>
          <w:szCs w:val="24"/>
        </w:rPr>
        <w:tab/>
      </w:r>
      <w:r w:rsidR="00D97005">
        <w:rPr>
          <w:rFonts w:ascii="Corbel" w:hAnsi="Corbel"/>
          <w:i/>
          <w:sz w:val="24"/>
          <w:szCs w:val="24"/>
        </w:rPr>
        <w:tab/>
      </w:r>
      <w:r w:rsidR="00D97005">
        <w:rPr>
          <w:rFonts w:ascii="Corbel" w:hAnsi="Corbel"/>
          <w:i/>
          <w:sz w:val="24"/>
          <w:szCs w:val="24"/>
        </w:rPr>
        <w:tab/>
      </w:r>
      <w:r w:rsidR="00D97005">
        <w:rPr>
          <w:rFonts w:ascii="Corbel" w:hAnsi="Corbel"/>
          <w:i/>
          <w:sz w:val="24"/>
          <w:szCs w:val="24"/>
        </w:rPr>
        <w:tab/>
      </w:r>
      <w:r w:rsidR="00D97005">
        <w:rPr>
          <w:rFonts w:ascii="Corbel" w:hAnsi="Corbel"/>
          <w:i/>
          <w:sz w:val="24"/>
          <w:szCs w:val="24"/>
        </w:rPr>
        <w:tab/>
      </w:r>
      <w:r w:rsidR="00D97005">
        <w:rPr>
          <w:rFonts w:ascii="Corbel" w:hAnsi="Corbel"/>
          <w:i/>
          <w:sz w:val="24"/>
          <w:szCs w:val="24"/>
        </w:rPr>
        <w:tab/>
      </w:r>
      <w:r w:rsidR="00D97005"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13934116" w14:textId="6168F306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2C1712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0C761D" w:rsidRPr="000C761D">
        <w:rPr>
          <w:rFonts w:ascii="Corbel" w:hAnsi="Corbel"/>
          <w:sz w:val="20"/>
          <w:szCs w:val="20"/>
        </w:rPr>
        <w:t>202</w:t>
      </w:r>
      <w:r w:rsidR="00E27EDB">
        <w:rPr>
          <w:rFonts w:ascii="Corbel" w:hAnsi="Corbel"/>
          <w:sz w:val="20"/>
          <w:szCs w:val="20"/>
        </w:rPr>
        <w:t>5</w:t>
      </w:r>
      <w:r w:rsidR="000C761D" w:rsidRPr="000C761D">
        <w:rPr>
          <w:rFonts w:ascii="Corbel" w:hAnsi="Corbel"/>
          <w:sz w:val="20"/>
          <w:szCs w:val="20"/>
        </w:rPr>
        <w:t>/202</w:t>
      </w:r>
      <w:r w:rsidR="002145F1">
        <w:rPr>
          <w:rFonts w:ascii="Corbel" w:hAnsi="Corbel"/>
          <w:sz w:val="20"/>
          <w:szCs w:val="20"/>
        </w:rPr>
        <w:t>6</w:t>
      </w:r>
    </w:p>
    <w:p w14:paraId="1334922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2D6CB1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9109E" w:rsidRPr="009C54AE" w14:paraId="71883BBE" w14:textId="77777777" w:rsidTr="00652F1D">
        <w:tc>
          <w:tcPr>
            <w:tcW w:w="2694" w:type="dxa"/>
            <w:vAlign w:val="center"/>
          </w:tcPr>
          <w:p w14:paraId="653AEA2E" w14:textId="77777777" w:rsidR="0059109E" w:rsidRPr="009C54AE" w:rsidRDefault="0059109E" w:rsidP="005910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</w:tcPr>
          <w:p w14:paraId="2036CDF7" w14:textId="77777777" w:rsidR="0059109E" w:rsidRPr="00D97005" w:rsidRDefault="0059109E" w:rsidP="0059109E">
            <w:pPr>
              <w:rPr>
                <w:b/>
              </w:rPr>
            </w:pPr>
            <w:r w:rsidRPr="00D97005">
              <w:rPr>
                <w:b/>
              </w:rPr>
              <w:t>Historia myśli strategicznej</w:t>
            </w:r>
          </w:p>
        </w:tc>
      </w:tr>
      <w:tr w:rsidR="0059109E" w:rsidRPr="009C54AE" w14:paraId="2716D3DD" w14:textId="77777777" w:rsidTr="00652F1D">
        <w:tc>
          <w:tcPr>
            <w:tcW w:w="2694" w:type="dxa"/>
            <w:vAlign w:val="center"/>
          </w:tcPr>
          <w:p w14:paraId="1268DF03" w14:textId="77777777" w:rsidR="0059109E" w:rsidRPr="009C54AE" w:rsidRDefault="0059109E" w:rsidP="005910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</w:tcPr>
          <w:p w14:paraId="5C403AA6" w14:textId="77777777" w:rsidR="0059109E" w:rsidRPr="00342404" w:rsidRDefault="00D30DD2" w:rsidP="0059109E">
            <w:r>
              <w:t>MK</w:t>
            </w:r>
            <w:r w:rsidR="00652F1D">
              <w:t>03</w:t>
            </w:r>
          </w:p>
        </w:tc>
      </w:tr>
      <w:tr w:rsidR="0059109E" w:rsidRPr="009C54AE" w14:paraId="3B4F6535" w14:textId="77777777" w:rsidTr="00652F1D">
        <w:tc>
          <w:tcPr>
            <w:tcW w:w="2694" w:type="dxa"/>
            <w:vAlign w:val="center"/>
          </w:tcPr>
          <w:p w14:paraId="31CA8BCB" w14:textId="77777777" w:rsidR="0059109E" w:rsidRPr="009C54AE" w:rsidRDefault="0059109E" w:rsidP="0059109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</w:tcPr>
          <w:p w14:paraId="4261C1AA" w14:textId="54A042CB" w:rsidR="0059109E" w:rsidRPr="00342404" w:rsidRDefault="00E27EDB" w:rsidP="0059109E">
            <w:r>
              <w:t xml:space="preserve">Wydział </w:t>
            </w:r>
            <w:r w:rsidR="0059109E">
              <w:t>Nauk Społecznych</w:t>
            </w:r>
          </w:p>
        </w:tc>
      </w:tr>
      <w:tr w:rsidR="00652F1D" w:rsidRPr="009C54AE" w14:paraId="137D57D9" w14:textId="77777777" w:rsidTr="00652F1D">
        <w:tc>
          <w:tcPr>
            <w:tcW w:w="2694" w:type="dxa"/>
            <w:vAlign w:val="center"/>
          </w:tcPr>
          <w:p w14:paraId="6FEA82E9" w14:textId="77777777" w:rsidR="00652F1D" w:rsidRPr="009C54AE" w:rsidRDefault="00652F1D" w:rsidP="00652F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</w:tcPr>
          <w:p w14:paraId="12AD0AA0" w14:textId="4B970DB7" w:rsidR="00652F1D" w:rsidRPr="00342404" w:rsidRDefault="00BD57F9" w:rsidP="00652F1D">
            <w:r w:rsidRPr="00BD57F9">
              <w:t>Instytut Nauk o Polityce</w:t>
            </w:r>
            <w:r w:rsidR="00E27EDB">
              <w:t xml:space="preserve"> i Bezpieczeństwie </w:t>
            </w:r>
          </w:p>
        </w:tc>
      </w:tr>
      <w:tr w:rsidR="0059109E" w:rsidRPr="009C54AE" w14:paraId="5C888FE9" w14:textId="77777777" w:rsidTr="00652F1D">
        <w:tc>
          <w:tcPr>
            <w:tcW w:w="2694" w:type="dxa"/>
            <w:vAlign w:val="center"/>
          </w:tcPr>
          <w:p w14:paraId="4A9FCA64" w14:textId="77777777" w:rsidR="0059109E" w:rsidRPr="009C54AE" w:rsidRDefault="0059109E" w:rsidP="005910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</w:tcPr>
          <w:p w14:paraId="6F243EC2" w14:textId="77777777" w:rsidR="0059109E" w:rsidRPr="00342404" w:rsidRDefault="0059109E" w:rsidP="0059109E">
            <w:r w:rsidRPr="00342404">
              <w:t>Bezpieczeństwo wewnętrzne</w:t>
            </w:r>
          </w:p>
        </w:tc>
      </w:tr>
      <w:tr w:rsidR="0059109E" w:rsidRPr="009C54AE" w14:paraId="36365335" w14:textId="77777777" w:rsidTr="00652F1D">
        <w:tc>
          <w:tcPr>
            <w:tcW w:w="2694" w:type="dxa"/>
            <w:vAlign w:val="center"/>
          </w:tcPr>
          <w:p w14:paraId="7E05CC29" w14:textId="77777777" w:rsidR="0059109E" w:rsidRPr="009C54AE" w:rsidRDefault="0059109E" w:rsidP="005910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</w:tcPr>
          <w:p w14:paraId="3F763E06" w14:textId="77777777" w:rsidR="0059109E" w:rsidRPr="00342404" w:rsidRDefault="0059109E" w:rsidP="0059109E">
            <w:r w:rsidRPr="00342404">
              <w:t>Studia II stopnia</w:t>
            </w:r>
          </w:p>
        </w:tc>
      </w:tr>
      <w:tr w:rsidR="0059109E" w:rsidRPr="009C54AE" w14:paraId="0286A564" w14:textId="77777777" w:rsidTr="00652F1D">
        <w:tc>
          <w:tcPr>
            <w:tcW w:w="2694" w:type="dxa"/>
            <w:vAlign w:val="center"/>
          </w:tcPr>
          <w:p w14:paraId="5D22E8BA" w14:textId="77777777" w:rsidR="0059109E" w:rsidRPr="009C54AE" w:rsidRDefault="0059109E" w:rsidP="005910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14:paraId="1F47048F" w14:textId="77777777" w:rsidR="0059109E" w:rsidRPr="00342404" w:rsidRDefault="0059109E" w:rsidP="0059109E">
            <w:r w:rsidRPr="00342404">
              <w:t>Ogólnoakademicki</w:t>
            </w:r>
          </w:p>
        </w:tc>
      </w:tr>
      <w:tr w:rsidR="0059109E" w:rsidRPr="009C54AE" w14:paraId="0AE120EC" w14:textId="77777777" w:rsidTr="00652F1D">
        <w:tc>
          <w:tcPr>
            <w:tcW w:w="2694" w:type="dxa"/>
            <w:vAlign w:val="center"/>
          </w:tcPr>
          <w:p w14:paraId="02838CBA" w14:textId="77777777" w:rsidR="0059109E" w:rsidRPr="009C54AE" w:rsidRDefault="0059109E" w:rsidP="005910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</w:tcPr>
          <w:p w14:paraId="0BBA732C" w14:textId="77777777" w:rsidR="0059109E" w:rsidRPr="00342404" w:rsidRDefault="0059109E" w:rsidP="0059109E">
            <w:r w:rsidRPr="00342404">
              <w:t xml:space="preserve">Studia </w:t>
            </w:r>
            <w:r w:rsidR="00C06D12">
              <w:t>nie</w:t>
            </w:r>
            <w:r w:rsidRPr="00342404">
              <w:t>stacjonarne</w:t>
            </w:r>
          </w:p>
        </w:tc>
      </w:tr>
      <w:tr w:rsidR="0059109E" w:rsidRPr="009C54AE" w14:paraId="3D78E0C7" w14:textId="77777777" w:rsidTr="00652F1D">
        <w:tc>
          <w:tcPr>
            <w:tcW w:w="2694" w:type="dxa"/>
            <w:vAlign w:val="center"/>
          </w:tcPr>
          <w:p w14:paraId="79B8A397" w14:textId="77777777" w:rsidR="0059109E" w:rsidRPr="009C54AE" w:rsidRDefault="0059109E" w:rsidP="005910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</w:tcPr>
          <w:p w14:paraId="3B68C5CB" w14:textId="77777777" w:rsidR="0059109E" w:rsidRPr="00342404" w:rsidRDefault="0059109E" w:rsidP="0059109E">
            <w:r w:rsidRPr="00342404">
              <w:t>Rok I semestr I</w:t>
            </w:r>
          </w:p>
        </w:tc>
      </w:tr>
      <w:tr w:rsidR="0059109E" w:rsidRPr="009C54AE" w14:paraId="175B381C" w14:textId="77777777" w:rsidTr="00652F1D">
        <w:tc>
          <w:tcPr>
            <w:tcW w:w="2694" w:type="dxa"/>
            <w:vAlign w:val="center"/>
          </w:tcPr>
          <w:p w14:paraId="6153F893" w14:textId="77777777" w:rsidR="0059109E" w:rsidRPr="009C54AE" w:rsidRDefault="0059109E" w:rsidP="005910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14:paraId="6D7407C6" w14:textId="77777777" w:rsidR="0059109E" w:rsidRPr="00342404" w:rsidRDefault="0059109E" w:rsidP="0059109E">
            <w:r w:rsidRPr="00342404">
              <w:t>Obowiązkowy</w:t>
            </w:r>
          </w:p>
        </w:tc>
      </w:tr>
      <w:tr w:rsidR="0059109E" w:rsidRPr="009C54AE" w14:paraId="41EDF1E6" w14:textId="77777777" w:rsidTr="00652F1D">
        <w:tc>
          <w:tcPr>
            <w:tcW w:w="2694" w:type="dxa"/>
            <w:vAlign w:val="center"/>
          </w:tcPr>
          <w:p w14:paraId="21844358" w14:textId="77777777" w:rsidR="0059109E" w:rsidRPr="009C54AE" w:rsidRDefault="0059109E" w:rsidP="005910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</w:tcPr>
          <w:p w14:paraId="6A185125" w14:textId="77777777" w:rsidR="0059109E" w:rsidRPr="00342404" w:rsidRDefault="0059109E" w:rsidP="0059109E">
            <w:r w:rsidRPr="00342404">
              <w:t>Polski</w:t>
            </w:r>
          </w:p>
        </w:tc>
      </w:tr>
      <w:tr w:rsidR="0059109E" w:rsidRPr="009C54AE" w14:paraId="0D3ECC94" w14:textId="77777777" w:rsidTr="00652F1D">
        <w:tc>
          <w:tcPr>
            <w:tcW w:w="2694" w:type="dxa"/>
            <w:vAlign w:val="center"/>
          </w:tcPr>
          <w:p w14:paraId="6065EF40" w14:textId="77777777" w:rsidR="0059109E" w:rsidRPr="009C54AE" w:rsidRDefault="0059109E" w:rsidP="005910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</w:tcPr>
          <w:p w14:paraId="41985D44" w14:textId="77777777" w:rsidR="0059109E" w:rsidRPr="00342404" w:rsidRDefault="0059109E" w:rsidP="0059109E">
            <w:r w:rsidRPr="00342404">
              <w:t>Dr hab. prof. UR Bartosz Wróblewski</w:t>
            </w:r>
          </w:p>
        </w:tc>
      </w:tr>
      <w:tr w:rsidR="0059109E" w:rsidRPr="009C54AE" w14:paraId="5A83D275" w14:textId="77777777" w:rsidTr="00652F1D">
        <w:tc>
          <w:tcPr>
            <w:tcW w:w="2694" w:type="dxa"/>
            <w:vAlign w:val="center"/>
          </w:tcPr>
          <w:p w14:paraId="3D3AF932" w14:textId="77777777" w:rsidR="0059109E" w:rsidRPr="009C54AE" w:rsidRDefault="0059109E" w:rsidP="005910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14:paraId="1A76CC2E" w14:textId="77777777" w:rsidR="0059109E" w:rsidRDefault="0059109E" w:rsidP="0059109E">
            <w:r w:rsidRPr="00342404">
              <w:t>Dr hab. prof. UR Bartosz Wróblewski</w:t>
            </w:r>
          </w:p>
        </w:tc>
      </w:tr>
    </w:tbl>
    <w:p w14:paraId="0E2DB2D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A33926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783D2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2D9AF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918712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E9BB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EC8BF3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C14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E8D2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9578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07B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E82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5D3A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6330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00F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DBB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59109E" w:rsidRPr="009C54AE" w14:paraId="0643102C" w14:textId="77777777" w:rsidTr="00655A2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966D1" w14:textId="77777777" w:rsidR="0059109E" w:rsidRPr="007B2177" w:rsidRDefault="0059109E" w:rsidP="005910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A399D" w14:textId="77777777" w:rsidR="0059109E" w:rsidRPr="007B2177" w:rsidRDefault="00C06D12" w:rsidP="005910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12622" w14:textId="77777777" w:rsidR="0059109E" w:rsidRPr="007B2177" w:rsidRDefault="00C06D12" w:rsidP="005910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0C7FC" w14:textId="77777777" w:rsidR="0059109E" w:rsidRPr="007B2177" w:rsidRDefault="0059109E" w:rsidP="005910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4DC06" w14:textId="77777777" w:rsidR="0059109E" w:rsidRPr="007B2177" w:rsidRDefault="0059109E" w:rsidP="005910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9A4F9" w14:textId="77777777" w:rsidR="0059109E" w:rsidRPr="007B2177" w:rsidRDefault="0059109E" w:rsidP="005910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AD9A5" w14:textId="77777777" w:rsidR="0059109E" w:rsidRPr="007B2177" w:rsidRDefault="0059109E" w:rsidP="005910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C6C13" w14:textId="77777777" w:rsidR="0059109E" w:rsidRPr="007B2177" w:rsidRDefault="0059109E" w:rsidP="005910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B0CA4" w14:textId="77777777" w:rsidR="0059109E" w:rsidRPr="007B2177" w:rsidRDefault="0059109E" w:rsidP="005910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0AD40" w14:textId="77777777" w:rsidR="0059109E" w:rsidRPr="007B2177" w:rsidRDefault="0059109E" w:rsidP="005910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5D029FF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DE80D7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A58959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36FD77C" w14:textId="77777777" w:rsidR="0085747A" w:rsidRPr="009C54AE" w:rsidRDefault="0059109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B2177">
        <w:rPr>
          <w:rFonts w:ascii="Cambria Math" w:eastAsia="MS Gothic" w:hAnsi="Cambria Math" w:cs="Cambria Math"/>
          <w:b w:val="0"/>
          <w:szCs w:val="24"/>
          <w:lang w:val="en-US"/>
        </w:rPr>
        <w:t>⊠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4AAA623" w14:textId="77777777" w:rsidR="0085747A" w:rsidRPr="009C54AE" w:rsidRDefault="0059109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97005">
        <w:rPr>
          <w:rFonts w:ascii="Cambria Math" w:eastAsia="MS Gothic" w:hAnsi="Cambria Math" w:cs="Cambria Math"/>
          <w:b w:val="0"/>
          <w:szCs w:val="24"/>
        </w:rPr>
        <w:t>⊠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1B44A6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9657E3" w14:textId="77777777" w:rsidR="00D97005" w:rsidRDefault="00D97005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6EB6617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5C66022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62D7E4" w14:textId="77777777" w:rsidR="0059109E" w:rsidRDefault="0059109E" w:rsidP="0059109E">
      <w:pPr>
        <w:pStyle w:val="Punktygwne"/>
        <w:spacing w:before="0" w:after="0" w:line="360" w:lineRule="auto"/>
        <w:contextualSpacing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egzamin</w:t>
      </w:r>
    </w:p>
    <w:p w14:paraId="1900E9A6" w14:textId="77777777" w:rsidR="0059109E" w:rsidRPr="007B2177" w:rsidRDefault="0059109E" w:rsidP="0059109E">
      <w:pPr>
        <w:pStyle w:val="Punktygwne"/>
        <w:spacing w:before="0" w:after="0" w:line="360" w:lineRule="auto"/>
        <w:contextualSpacing/>
        <w:rPr>
          <w:rFonts w:ascii="Corbel" w:hAnsi="Corbel"/>
          <w:smallCaps w:val="0"/>
          <w:szCs w:val="24"/>
        </w:rPr>
      </w:pPr>
      <w:r w:rsidRPr="007B2177">
        <w:rPr>
          <w:rFonts w:ascii="Corbel" w:hAnsi="Corbel"/>
          <w:b w:val="0"/>
          <w:smallCaps w:val="0"/>
          <w:szCs w:val="24"/>
        </w:rPr>
        <w:t>Ćwiczenia: Zaliczenie z Oceną</w:t>
      </w:r>
    </w:p>
    <w:p w14:paraId="5310320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5C6DF8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07F38FC0" w14:textId="77777777" w:rsidR="00D97005" w:rsidRPr="009C54AE" w:rsidRDefault="00D97005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FDF6AC5" w14:textId="77777777" w:rsidTr="00745302">
        <w:tc>
          <w:tcPr>
            <w:tcW w:w="9670" w:type="dxa"/>
          </w:tcPr>
          <w:p w14:paraId="25DE6542" w14:textId="77777777" w:rsidR="0085747A" w:rsidRPr="009C54AE" w:rsidRDefault="0059109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21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najnowszej historii politycznej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podstawowa wiedza na temat historii wojskowości.</w:t>
            </w:r>
          </w:p>
        </w:tc>
      </w:tr>
    </w:tbl>
    <w:p w14:paraId="190FE09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2785E1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447C2B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006706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212EB8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59109E" w:rsidRPr="009C54AE" w14:paraId="712054C8" w14:textId="77777777" w:rsidTr="00923D7D">
        <w:tc>
          <w:tcPr>
            <w:tcW w:w="851" w:type="dxa"/>
            <w:vAlign w:val="center"/>
          </w:tcPr>
          <w:p w14:paraId="3AE32251" w14:textId="77777777" w:rsidR="0059109E" w:rsidRPr="001416DF" w:rsidRDefault="0059109E" w:rsidP="005910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416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6A849B4" w14:textId="77777777" w:rsidR="0059109E" w:rsidRPr="001416DF" w:rsidRDefault="0059109E" w:rsidP="005910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416DF">
              <w:rPr>
                <w:rFonts w:ascii="Corbel" w:hAnsi="Corbel"/>
                <w:b w:val="0"/>
                <w:sz w:val="24"/>
                <w:szCs w:val="24"/>
              </w:rPr>
              <w:t>Student powinien posiadać wiedzę o głównych strategiach militarnych i politycznych stosowanych przez państwa w procesie dziejowym</w:t>
            </w:r>
          </w:p>
        </w:tc>
      </w:tr>
      <w:tr w:rsidR="0059109E" w:rsidRPr="009C54AE" w14:paraId="35A7A36D" w14:textId="77777777" w:rsidTr="00923D7D">
        <w:tc>
          <w:tcPr>
            <w:tcW w:w="851" w:type="dxa"/>
            <w:vAlign w:val="center"/>
          </w:tcPr>
          <w:p w14:paraId="0061670F" w14:textId="77777777" w:rsidR="0059109E" w:rsidRPr="001416DF" w:rsidRDefault="0059109E" w:rsidP="0059109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416D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3BB5B3B" w14:textId="77777777" w:rsidR="0059109E" w:rsidRPr="001416DF" w:rsidRDefault="0059109E" w:rsidP="005910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416DF">
              <w:rPr>
                <w:rFonts w:ascii="Corbel" w:hAnsi="Corbel"/>
                <w:b w:val="0"/>
                <w:sz w:val="24"/>
                <w:szCs w:val="24"/>
              </w:rPr>
              <w:t>Student powinien znać głównych przedstawicieli myśli teoretycznej dotyczącej strategii wojskowej i politycznej</w:t>
            </w:r>
          </w:p>
        </w:tc>
      </w:tr>
      <w:tr w:rsidR="0059109E" w:rsidRPr="009C54AE" w14:paraId="716779E8" w14:textId="77777777" w:rsidTr="00923D7D">
        <w:tc>
          <w:tcPr>
            <w:tcW w:w="851" w:type="dxa"/>
            <w:vAlign w:val="center"/>
          </w:tcPr>
          <w:p w14:paraId="7B356F46" w14:textId="77777777" w:rsidR="0059109E" w:rsidRPr="001416DF" w:rsidRDefault="0059109E" w:rsidP="005910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416D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BFAD919" w14:textId="77777777" w:rsidR="0059109E" w:rsidRPr="001416DF" w:rsidRDefault="0059109E" w:rsidP="005910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416DF">
              <w:rPr>
                <w:rFonts w:ascii="Corbel" w:hAnsi="Corbel"/>
                <w:b w:val="0"/>
                <w:sz w:val="24"/>
                <w:szCs w:val="24"/>
              </w:rPr>
              <w:t>Student powinien znać uwarunkowania historyczne (społeczne, gospodarcze, polityczne), które warunkowały możliwości stosowania myśli strategicznej oraz współczesne uwarunkowania dotyczące jej zastosowań</w:t>
            </w:r>
          </w:p>
        </w:tc>
      </w:tr>
    </w:tbl>
    <w:p w14:paraId="29BCB3B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4745D4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44EA16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4EF09F46" w14:textId="77777777" w:rsidTr="0071620A">
        <w:tc>
          <w:tcPr>
            <w:tcW w:w="1701" w:type="dxa"/>
            <w:vAlign w:val="center"/>
          </w:tcPr>
          <w:p w14:paraId="27926F3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7C079E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E124BB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9109E" w:rsidRPr="009C54AE" w14:paraId="689A94F7" w14:textId="77777777" w:rsidTr="005E6E85">
        <w:tc>
          <w:tcPr>
            <w:tcW w:w="1701" w:type="dxa"/>
          </w:tcPr>
          <w:p w14:paraId="001B25F6" w14:textId="77777777" w:rsidR="0059109E" w:rsidRPr="007B2177" w:rsidRDefault="0059109E" w:rsidP="005910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B2177">
              <w:rPr>
                <w:rFonts w:ascii="Corbel" w:hAnsi="Corbel"/>
                <w:b w:val="0"/>
                <w:szCs w:val="24"/>
              </w:rPr>
              <w:t>EK</w:t>
            </w:r>
            <w:r w:rsidRPr="007B2177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C8C0691" w14:textId="77777777" w:rsidR="0059109E" w:rsidRPr="007B2177" w:rsidRDefault="002F04D3" w:rsidP="00BD57F9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i rozumie</w:t>
            </w:r>
            <w:r w:rsidR="0059109E" w:rsidRPr="007B2177">
              <w:rPr>
                <w:rFonts w:ascii="Corbel" w:hAnsi="Corbel"/>
                <w:sz w:val="24"/>
                <w:szCs w:val="24"/>
              </w:rPr>
              <w:t xml:space="preserve"> proces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="0059109E" w:rsidRPr="007B2177">
              <w:rPr>
                <w:rFonts w:ascii="Corbel" w:hAnsi="Corbel"/>
                <w:sz w:val="24"/>
                <w:szCs w:val="24"/>
              </w:rPr>
              <w:t xml:space="preserve"> zmian </w:t>
            </w:r>
            <w:r w:rsidR="0059109E">
              <w:rPr>
                <w:rFonts w:ascii="Corbel" w:hAnsi="Corbel"/>
                <w:sz w:val="24"/>
                <w:szCs w:val="24"/>
              </w:rPr>
              <w:t>struktur i instytucji społecznych</w:t>
            </w:r>
          </w:p>
        </w:tc>
        <w:tc>
          <w:tcPr>
            <w:tcW w:w="1873" w:type="dxa"/>
          </w:tcPr>
          <w:p w14:paraId="12E4A4FF" w14:textId="77777777" w:rsidR="0059109E" w:rsidRPr="007B2177" w:rsidRDefault="00A958BE" w:rsidP="00BD57F9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59109E" w:rsidRPr="007B2177">
              <w:rPr>
                <w:rFonts w:ascii="Corbel" w:hAnsi="Corbel"/>
                <w:sz w:val="24"/>
                <w:szCs w:val="24"/>
              </w:rPr>
              <w:t>W</w:t>
            </w:r>
            <w:r w:rsidR="0059109E"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59109E" w:rsidRPr="009C54AE" w14:paraId="1EF386EB" w14:textId="77777777" w:rsidTr="005E6E85">
        <w:tc>
          <w:tcPr>
            <w:tcW w:w="1701" w:type="dxa"/>
          </w:tcPr>
          <w:p w14:paraId="0D51A8C4" w14:textId="77777777" w:rsidR="0059109E" w:rsidRPr="007B2177" w:rsidRDefault="0059109E" w:rsidP="005910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B2177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0C4234C" w14:textId="77777777" w:rsidR="0059109E" w:rsidRPr="007B2177" w:rsidRDefault="002F04D3" w:rsidP="00BD57F9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Jest gotów do</w:t>
            </w:r>
            <w:r w:rsidR="0059109E">
              <w:rPr>
                <w:rFonts w:ascii="Corbel" w:hAnsi="Corbel"/>
                <w:sz w:val="24"/>
                <w:szCs w:val="24"/>
              </w:rPr>
              <w:t xml:space="preserve"> podnoszenia poziomu swojej wiedzy i umiejętności</w:t>
            </w:r>
          </w:p>
        </w:tc>
        <w:tc>
          <w:tcPr>
            <w:tcW w:w="1873" w:type="dxa"/>
          </w:tcPr>
          <w:p w14:paraId="4F8AE802" w14:textId="77777777" w:rsidR="0059109E" w:rsidRPr="007B2177" w:rsidRDefault="00A958BE" w:rsidP="0059109E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59109E">
              <w:rPr>
                <w:rFonts w:ascii="Corbel" w:hAnsi="Corbel"/>
                <w:sz w:val="24"/>
                <w:szCs w:val="24"/>
              </w:rPr>
              <w:t>K</w:t>
            </w:r>
            <w:r w:rsidR="0059109E" w:rsidRPr="007B2177">
              <w:rPr>
                <w:rFonts w:ascii="Corbel" w:hAnsi="Corbel"/>
                <w:sz w:val="24"/>
                <w:szCs w:val="24"/>
              </w:rPr>
              <w:t>0</w:t>
            </w:r>
            <w:r w:rsidR="0059109E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59109E" w:rsidRPr="009C54AE" w14:paraId="736514BD" w14:textId="77777777" w:rsidTr="005E6E85">
        <w:tc>
          <w:tcPr>
            <w:tcW w:w="1701" w:type="dxa"/>
          </w:tcPr>
          <w:p w14:paraId="7F8BB850" w14:textId="77777777" w:rsidR="0059109E" w:rsidRPr="007B2177" w:rsidRDefault="0059109E" w:rsidP="005910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B2177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2E2AD830" w14:textId="77777777" w:rsidR="0059109E" w:rsidRPr="007B2177" w:rsidRDefault="0059109E" w:rsidP="00BD57F9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7B2177">
              <w:rPr>
                <w:rFonts w:ascii="Corbel" w:hAnsi="Corbel"/>
                <w:sz w:val="24"/>
                <w:szCs w:val="24"/>
              </w:rPr>
              <w:t xml:space="preserve">Potrafi </w:t>
            </w:r>
            <w:r>
              <w:rPr>
                <w:rFonts w:ascii="Corbel" w:hAnsi="Corbel"/>
                <w:sz w:val="24"/>
                <w:szCs w:val="24"/>
              </w:rPr>
              <w:t>przeanalizować przyczyny historyczne, społeczne, psychologiczne wywołujące zagrożenia w zakresie bezpieczeństwa wewnętrznego oraz prognozować podejmowanie konkretnych działań minimalizujących skutki tych zagrożeń</w:t>
            </w:r>
          </w:p>
        </w:tc>
        <w:tc>
          <w:tcPr>
            <w:tcW w:w="1873" w:type="dxa"/>
          </w:tcPr>
          <w:p w14:paraId="3CB47E7B" w14:textId="77777777" w:rsidR="0059109E" w:rsidRPr="007B2177" w:rsidRDefault="00A958BE" w:rsidP="0059109E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="0059109E" w:rsidRPr="007B2177">
              <w:rPr>
                <w:rFonts w:ascii="Corbel" w:hAnsi="Corbel"/>
                <w:sz w:val="24"/>
                <w:szCs w:val="24"/>
              </w:rPr>
              <w:t>U0</w:t>
            </w:r>
            <w:r w:rsidR="0059109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7D991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B43716" w14:textId="77777777" w:rsidR="0085747A" w:rsidRPr="009C54AE" w:rsidRDefault="00D97005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675843"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CB214E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6D9519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777785" w14:textId="77777777" w:rsidTr="00923D7D">
        <w:tc>
          <w:tcPr>
            <w:tcW w:w="9639" w:type="dxa"/>
          </w:tcPr>
          <w:p w14:paraId="4A1CD07F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9109E" w:rsidRPr="009C54AE" w14:paraId="6CA33812" w14:textId="77777777" w:rsidTr="00923D7D">
        <w:tc>
          <w:tcPr>
            <w:tcW w:w="9639" w:type="dxa"/>
          </w:tcPr>
          <w:p w14:paraId="58310BEC" w14:textId="77777777" w:rsidR="0059109E" w:rsidRPr="007B2177" w:rsidRDefault="0059109E" w:rsidP="0059109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Zajęcia organizacyjne</w:t>
            </w:r>
          </w:p>
        </w:tc>
      </w:tr>
      <w:tr w:rsidR="0059109E" w:rsidRPr="009C54AE" w14:paraId="55723341" w14:textId="77777777" w:rsidTr="00923D7D">
        <w:tc>
          <w:tcPr>
            <w:tcW w:w="9639" w:type="dxa"/>
          </w:tcPr>
          <w:p w14:paraId="4CAAF47D" w14:textId="77777777" w:rsidR="0059109E" w:rsidRPr="007B2177" w:rsidRDefault="0059109E" w:rsidP="0059109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Typologia myśli strategicznej – podział między strategią wojskową i polityczną</w:t>
            </w:r>
          </w:p>
        </w:tc>
      </w:tr>
      <w:tr w:rsidR="0059109E" w:rsidRPr="009C54AE" w14:paraId="4186A8DF" w14:textId="77777777" w:rsidTr="00923D7D">
        <w:tc>
          <w:tcPr>
            <w:tcW w:w="9639" w:type="dxa"/>
          </w:tcPr>
          <w:p w14:paraId="19252845" w14:textId="77777777" w:rsidR="0059109E" w:rsidRDefault="0059109E" w:rsidP="0059109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Azjatycka i antyczna myśl strategiczna</w:t>
            </w:r>
          </w:p>
        </w:tc>
      </w:tr>
      <w:tr w:rsidR="0059109E" w:rsidRPr="009C54AE" w14:paraId="0D5A7E6E" w14:textId="77777777" w:rsidTr="00923D7D">
        <w:tc>
          <w:tcPr>
            <w:tcW w:w="9639" w:type="dxa"/>
          </w:tcPr>
          <w:p w14:paraId="660949A0" w14:textId="77777777" w:rsidR="0059109E" w:rsidRDefault="0059109E" w:rsidP="0059109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Rozwój europejskiej strategii wojskowej </w:t>
            </w:r>
          </w:p>
        </w:tc>
      </w:tr>
      <w:tr w:rsidR="0059109E" w:rsidRPr="009C54AE" w14:paraId="1A429324" w14:textId="77777777" w:rsidTr="00923D7D">
        <w:tc>
          <w:tcPr>
            <w:tcW w:w="9639" w:type="dxa"/>
          </w:tcPr>
          <w:p w14:paraId="63B10CBD" w14:textId="77777777" w:rsidR="0059109E" w:rsidRDefault="0059109E" w:rsidP="0059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Tradycje i obciążenia okresu średniowiecza</w:t>
            </w:r>
          </w:p>
        </w:tc>
      </w:tr>
      <w:tr w:rsidR="0059109E" w:rsidRPr="009C54AE" w14:paraId="1566F5DA" w14:textId="77777777" w:rsidTr="00923D7D">
        <w:tc>
          <w:tcPr>
            <w:tcW w:w="9639" w:type="dxa"/>
          </w:tcPr>
          <w:p w14:paraId="071395D0" w14:textId="77777777" w:rsidR="0059109E" w:rsidRDefault="0059109E" w:rsidP="0059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Wojskowość nowożytna XV-XX w.</w:t>
            </w:r>
          </w:p>
        </w:tc>
      </w:tr>
      <w:tr w:rsidR="0059109E" w:rsidRPr="009C54AE" w14:paraId="52C8B598" w14:textId="77777777" w:rsidTr="00923D7D">
        <w:tc>
          <w:tcPr>
            <w:tcW w:w="9639" w:type="dxa"/>
          </w:tcPr>
          <w:p w14:paraId="29F262E5" w14:textId="77777777" w:rsidR="0059109E" w:rsidRDefault="0059109E" w:rsidP="0059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Wojna masowa XIX-XX w.</w:t>
            </w:r>
          </w:p>
        </w:tc>
      </w:tr>
      <w:tr w:rsidR="0059109E" w:rsidRPr="009C54AE" w14:paraId="7B3CF2AD" w14:textId="77777777" w:rsidTr="00923D7D">
        <w:tc>
          <w:tcPr>
            <w:tcW w:w="9639" w:type="dxa"/>
          </w:tcPr>
          <w:p w14:paraId="78EB7037" w14:textId="77777777" w:rsidR="0059109E" w:rsidRDefault="0059109E" w:rsidP="0059109E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Wpływ technologii na myśl wojskową XX w.</w:t>
            </w:r>
          </w:p>
        </w:tc>
      </w:tr>
      <w:tr w:rsidR="0059109E" w:rsidRPr="009C54AE" w14:paraId="0D18F42A" w14:textId="77777777" w:rsidTr="00923D7D">
        <w:tc>
          <w:tcPr>
            <w:tcW w:w="9639" w:type="dxa"/>
          </w:tcPr>
          <w:p w14:paraId="6C36CB0F" w14:textId="77777777" w:rsidR="0059109E" w:rsidRPr="009B05A8" w:rsidRDefault="0059109E" w:rsidP="005910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Strategia polityczna w myśli europejskiej</w:t>
            </w:r>
          </w:p>
        </w:tc>
      </w:tr>
    </w:tbl>
    <w:p w14:paraId="115BB08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58FC02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6CC3A5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3B89A14" w14:textId="77777777" w:rsidTr="00923D7D">
        <w:tc>
          <w:tcPr>
            <w:tcW w:w="9639" w:type="dxa"/>
          </w:tcPr>
          <w:p w14:paraId="13E7EE9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9109E" w:rsidRPr="009C54AE" w14:paraId="2494C907" w14:textId="77777777" w:rsidTr="00923D7D">
        <w:tc>
          <w:tcPr>
            <w:tcW w:w="9639" w:type="dxa"/>
          </w:tcPr>
          <w:p w14:paraId="1BFBC3D7" w14:textId="77777777" w:rsidR="0059109E" w:rsidRPr="007B2177" w:rsidRDefault="0059109E" w:rsidP="005910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2177">
              <w:rPr>
                <w:rFonts w:ascii="Corbel" w:hAnsi="Corbel"/>
                <w:sz w:val="24"/>
                <w:szCs w:val="24"/>
              </w:rPr>
              <w:t>Zajęcia organizacyjne</w:t>
            </w:r>
          </w:p>
        </w:tc>
      </w:tr>
      <w:tr w:rsidR="0059109E" w:rsidRPr="009C54AE" w14:paraId="041BE777" w14:textId="77777777" w:rsidTr="00923D7D">
        <w:tc>
          <w:tcPr>
            <w:tcW w:w="9639" w:type="dxa"/>
          </w:tcPr>
          <w:p w14:paraId="7AF0D4AD" w14:textId="77777777" w:rsidR="0059109E" w:rsidRPr="007B2177" w:rsidRDefault="0059109E" w:rsidP="005910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Strategiczna myśl wojskowa i polityczna w okresie starożytności klasycznej V w. p.n.e – V w.n.e</w:t>
            </w:r>
          </w:p>
        </w:tc>
      </w:tr>
      <w:tr w:rsidR="0059109E" w:rsidRPr="009C54AE" w14:paraId="273C56F3" w14:textId="77777777" w:rsidTr="00923D7D">
        <w:tc>
          <w:tcPr>
            <w:tcW w:w="9639" w:type="dxa"/>
          </w:tcPr>
          <w:p w14:paraId="3D8B6206" w14:textId="77777777" w:rsidR="0059109E" w:rsidRPr="007B2177" w:rsidRDefault="0059109E" w:rsidP="005910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Chińska myśl strategiczna w starożytności (wpływ pracy Sun Tzu)</w:t>
            </w:r>
          </w:p>
        </w:tc>
      </w:tr>
      <w:tr w:rsidR="0059109E" w:rsidRPr="009C54AE" w14:paraId="4C20F648" w14:textId="77777777" w:rsidTr="00923D7D">
        <w:tc>
          <w:tcPr>
            <w:tcW w:w="9639" w:type="dxa"/>
          </w:tcPr>
          <w:p w14:paraId="50E068CA" w14:textId="77777777" w:rsidR="0059109E" w:rsidRPr="007B2177" w:rsidRDefault="0059109E" w:rsidP="005910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Indyjska myśl strategiczna w starożytności (księga Arthaśastry mistrza </w:t>
            </w:r>
            <w:r w:rsidRPr="00B91552">
              <w:rPr>
                <w:rFonts w:ascii="Corbel" w:hAnsi="Corbel"/>
                <w:sz w:val="24"/>
                <w:szCs w:val="24"/>
              </w:rPr>
              <w:t>Kautilja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59109E" w:rsidRPr="009C54AE" w14:paraId="1C2F51A7" w14:textId="77777777" w:rsidTr="00923D7D">
        <w:tc>
          <w:tcPr>
            <w:tcW w:w="9639" w:type="dxa"/>
          </w:tcPr>
          <w:p w14:paraId="27950D63" w14:textId="77777777" w:rsidR="0059109E" w:rsidRPr="007B2177" w:rsidRDefault="0059109E" w:rsidP="005910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Średniowieczna ideologia wobec myśli strategicznej</w:t>
            </w:r>
          </w:p>
        </w:tc>
      </w:tr>
      <w:tr w:rsidR="0059109E" w:rsidRPr="009C54AE" w14:paraId="14221C67" w14:textId="77777777" w:rsidTr="00923D7D">
        <w:tc>
          <w:tcPr>
            <w:tcW w:w="9639" w:type="dxa"/>
          </w:tcPr>
          <w:p w14:paraId="5E5C4078" w14:textId="77777777" w:rsidR="0059109E" w:rsidRPr="007B2177" w:rsidRDefault="0059109E" w:rsidP="005910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Renesansowy przełom w europejskiej strategii politycznej (wpływ Niccolo Machiavellego) </w:t>
            </w:r>
          </w:p>
        </w:tc>
      </w:tr>
      <w:tr w:rsidR="0059109E" w:rsidRPr="009C54AE" w14:paraId="06CFCBDD" w14:textId="77777777" w:rsidTr="00923D7D">
        <w:tc>
          <w:tcPr>
            <w:tcW w:w="9639" w:type="dxa"/>
          </w:tcPr>
          <w:p w14:paraId="7BA868F7" w14:textId="77777777" w:rsidR="0059109E" w:rsidRPr="007B2177" w:rsidRDefault="0059109E" w:rsidP="005910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Rozwój strategii wojskowej i politycznej w XVII i XVIII w.</w:t>
            </w:r>
          </w:p>
        </w:tc>
      </w:tr>
      <w:tr w:rsidR="0059109E" w:rsidRPr="009C54AE" w14:paraId="7C9B7460" w14:textId="77777777" w:rsidTr="00923D7D">
        <w:tc>
          <w:tcPr>
            <w:tcW w:w="9639" w:type="dxa"/>
          </w:tcPr>
          <w:p w14:paraId="6CCC81C6" w14:textId="77777777" w:rsidR="0059109E" w:rsidRPr="007B2177" w:rsidRDefault="0059109E" w:rsidP="005910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Klasyczna myśl strategiczna – C. Clausewitz i jego wpływ na refleksję teoretyczną i praktyczną</w:t>
            </w:r>
          </w:p>
        </w:tc>
      </w:tr>
      <w:tr w:rsidR="0059109E" w:rsidRPr="009C54AE" w14:paraId="28647EAC" w14:textId="77777777" w:rsidTr="00923D7D">
        <w:tc>
          <w:tcPr>
            <w:tcW w:w="9639" w:type="dxa"/>
          </w:tcPr>
          <w:p w14:paraId="72CC72FE" w14:textId="77777777" w:rsidR="0059109E" w:rsidRPr="007B2177" w:rsidRDefault="0059109E" w:rsidP="005910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Zmiany w strategii wojskowej w XX w.</w:t>
            </w:r>
          </w:p>
        </w:tc>
      </w:tr>
      <w:tr w:rsidR="0059109E" w:rsidRPr="009C54AE" w14:paraId="1D94D26A" w14:textId="77777777" w:rsidTr="00923D7D">
        <w:tc>
          <w:tcPr>
            <w:tcW w:w="9639" w:type="dxa"/>
          </w:tcPr>
          <w:p w14:paraId="325C64D3" w14:textId="77777777" w:rsidR="0059109E" w:rsidRPr="007B2177" w:rsidRDefault="0059109E" w:rsidP="005910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Współczesna refleksja teoretyczna na temat strategii politycznej</w:t>
            </w:r>
          </w:p>
        </w:tc>
      </w:tr>
    </w:tbl>
    <w:p w14:paraId="7158E5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5ECF2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23E6A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7869CA" w14:textId="77777777" w:rsidR="0059109E" w:rsidRPr="007B2177" w:rsidRDefault="0059109E" w:rsidP="0059109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problemowy</w:t>
      </w:r>
    </w:p>
    <w:p w14:paraId="597F5322" w14:textId="77777777" w:rsidR="0059109E" w:rsidRPr="007B2177" w:rsidRDefault="0059109E" w:rsidP="0059109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</w:t>
      </w:r>
      <w:r w:rsidRPr="007B2177">
        <w:rPr>
          <w:rFonts w:ascii="Corbel" w:hAnsi="Corbel"/>
          <w:b w:val="0"/>
          <w:smallCaps w:val="0"/>
          <w:szCs w:val="24"/>
        </w:rPr>
        <w:t>: Dyskusja, analiza tekstów z dyskusją, rozmowa nauczająca</w:t>
      </w:r>
    </w:p>
    <w:p w14:paraId="04A516A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C6282D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A43711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555AA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D83FC4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5"/>
        <w:gridCol w:w="5432"/>
        <w:gridCol w:w="2123"/>
      </w:tblGrid>
      <w:tr w:rsidR="0085747A" w:rsidRPr="009C54AE" w14:paraId="38B3D109" w14:textId="77777777" w:rsidTr="00C05F44">
        <w:tc>
          <w:tcPr>
            <w:tcW w:w="1985" w:type="dxa"/>
            <w:vAlign w:val="center"/>
          </w:tcPr>
          <w:p w14:paraId="5B73204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AAA9C8F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E45067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9151DD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A27174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9109E" w:rsidRPr="009C54AE" w14:paraId="2E12B4D5" w14:textId="77777777" w:rsidTr="00C05F44">
        <w:tc>
          <w:tcPr>
            <w:tcW w:w="1985" w:type="dxa"/>
          </w:tcPr>
          <w:p w14:paraId="6567177D" w14:textId="77777777" w:rsidR="0059109E" w:rsidRPr="007B2177" w:rsidRDefault="0059109E" w:rsidP="00BD57F9">
            <w:pPr>
              <w:pStyle w:val="Punktygwne"/>
              <w:spacing w:before="0" w:after="0"/>
              <w:ind w:firstLine="341"/>
              <w:rPr>
                <w:rFonts w:ascii="Corbel" w:hAnsi="Corbel"/>
                <w:b w:val="0"/>
                <w:smallCaps w:val="0"/>
                <w:szCs w:val="24"/>
              </w:rPr>
            </w:pPr>
            <w:r w:rsidRPr="007B2177">
              <w:rPr>
                <w:rFonts w:ascii="Corbel" w:hAnsi="Corbel"/>
                <w:b w:val="0"/>
                <w:smallCaps w:val="0"/>
                <w:szCs w:val="24"/>
              </w:rPr>
              <w:t>EK_ 01</w:t>
            </w:r>
          </w:p>
        </w:tc>
        <w:tc>
          <w:tcPr>
            <w:tcW w:w="5528" w:type="dxa"/>
          </w:tcPr>
          <w:p w14:paraId="3EFD12B7" w14:textId="77777777" w:rsidR="0059109E" w:rsidRPr="007B2177" w:rsidRDefault="0059109E" w:rsidP="005910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ustny</w:t>
            </w:r>
          </w:p>
        </w:tc>
        <w:tc>
          <w:tcPr>
            <w:tcW w:w="2126" w:type="dxa"/>
          </w:tcPr>
          <w:p w14:paraId="0DC3DD6F" w14:textId="77777777" w:rsidR="0059109E" w:rsidRPr="007B2177" w:rsidRDefault="0059109E" w:rsidP="005910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59109E" w:rsidRPr="009C54AE" w14:paraId="5043C58C" w14:textId="77777777" w:rsidTr="00C05F44">
        <w:tc>
          <w:tcPr>
            <w:tcW w:w="1985" w:type="dxa"/>
          </w:tcPr>
          <w:p w14:paraId="1EB00A20" w14:textId="77777777" w:rsidR="0059109E" w:rsidRPr="007B2177" w:rsidRDefault="0059109E" w:rsidP="00BD57F9">
            <w:pPr>
              <w:pStyle w:val="Punktygwne"/>
              <w:spacing w:before="0" w:after="0"/>
              <w:ind w:firstLine="341"/>
              <w:rPr>
                <w:rFonts w:ascii="Corbel" w:hAnsi="Corbel"/>
                <w:b w:val="0"/>
                <w:smallCaps w:val="0"/>
                <w:szCs w:val="24"/>
              </w:rPr>
            </w:pPr>
            <w:r w:rsidRPr="007B2177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28130AF" w14:textId="77777777" w:rsidR="0059109E" w:rsidRPr="007B2177" w:rsidRDefault="0059109E" w:rsidP="005910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B2177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1359938" w14:textId="77777777" w:rsidR="0059109E" w:rsidRPr="007B2177" w:rsidRDefault="0059109E" w:rsidP="005910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9109E" w:rsidRPr="009C54AE" w14:paraId="20B283EB" w14:textId="77777777" w:rsidTr="00C05F44">
        <w:tc>
          <w:tcPr>
            <w:tcW w:w="1985" w:type="dxa"/>
          </w:tcPr>
          <w:p w14:paraId="52FE5B48" w14:textId="77777777" w:rsidR="0059109E" w:rsidRPr="007B2177" w:rsidRDefault="0059109E" w:rsidP="00BD57F9">
            <w:pPr>
              <w:pStyle w:val="Punktygwne"/>
              <w:spacing w:before="0" w:after="0"/>
              <w:ind w:firstLine="341"/>
              <w:rPr>
                <w:rFonts w:ascii="Corbel" w:hAnsi="Corbel"/>
                <w:b w:val="0"/>
                <w:smallCaps w:val="0"/>
                <w:szCs w:val="24"/>
              </w:rPr>
            </w:pPr>
            <w:r w:rsidRPr="007B217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300C7AE" w14:textId="77777777" w:rsidR="0059109E" w:rsidRPr="007B2177" w:rsidRDefault="0059109E" w:rsidP="005910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B2177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/egzamin ustny</w:t>
            </w:r>
          </w:p>
        </w:tc>
        <w:tc>
          <w:tcPr>
            <w:tcW w:w="2126" w:type="dxa"/>
          </w:tcPr>
          <w:p w14:paraId="4FF90E9D" w14:textId="77777777" w:rsidR="0059109E" w:rsidRPr="007B2177" w:rsidRDefault="0059109E" w:rsidP="005910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Ćwiczenia/wykład</w:t>
            </w:r>
          </w:p>
        </w:tc>
      </w:tr>
    </w:tbl>
    <w:p w14:paraId="7B7B818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25B405" w14:textId="77777777" w:rsidR="00D97005" w:rsidRDefault="00D9700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D780DD7" w14:textId="77777777" w:rsidR="0085747A" w:rsidRPr="009C54AE" w:rsidRDefault="00D9700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3E1941"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1B7CBC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C6D6F04" w14:textId="77777777" w:rsidTr="00923D7D">
        <w:tc>
          <w:tcPr>
            <w:tcW w:w="9670" w:type="dxa"/>
          </w:tcPr>
          <w:p w14:paraId="6311162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18C1BAE" w14:textId="77777777" w:rsidR="0059109E" w:rsidRDefault="0059109E" w:rsidP="005910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B2177">
              <w:rPr>
                <w:rFonts w:ascii="Corbel" w:hAnsi="Corbel"/>
                <w:b w:val="0"/>
                <w:smallCaps w:val="0"/>
                <w:szCs w:val="24"/>
              </w:rPr>
              <w:t xml:space="preserve">Na ocenę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wykładu </w:t>
            </w:r>
            <w:r w:rsidRPr="007B2177">
              <w:rPr>
                <w:rFonts w:ascii="Corbel" w:hAnsi="Corbel"/>
                <w:b w:val="0"/>
                <w:smallCaps w:val="0"/>
                <w:szCs w:val="24"/>
              </w:rPr>
              <w:t xml:space="preserve">składać się będzie ocena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uzyskana z egzaminu ustnego. Studenci będą odpowiadać na losowo wybrane dwa pytania. Aby uzyskać pozytywną ocenę z egzaminu student musi wyczerpująco odpowiedzieć na jedno z pytań.</w:t>
            </w:r>
          </w:p>
          <w:p w14:paraId="170EB48F" w14:textId="77777777" w:rsidR="0059109E" w:rsidRPr="007B2177" w:rsidRDefault="0059109E" w:rsidP="005910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 pozytywną ocenę z ćwiczeń składać się będą oceny c</w:t>
            </w:r>
            <w:r w:rsidRPr="007B2177">
              <w:rPr>
                <w:rFonts w:ascii="Corbel" w:hAnsi="Corbel"/>
                <w:b w:val="0"/>
                <w:smallCaps w:val="0"/>
                <w:szCs w:val="24"/>
              </w:rPr>
              <w:t>ząstkow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7B217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dotyczące</w:t>
            </w:r>
            <w:r w:rsidRPr="007B2177">
              <w:rPr>
                <w:rFonts w:ascii="Corbel" w:hAnsi="Corbel"/>
                <w:b w:val="0"/>
                <w:smallCaps w:val="0"/>
                <w:szCs w:val="24"/>
              </w:rPr>
              <w:t xml:space="preserve"> aktywności studenta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podczas</w:t>
            </w:r>
            <w:r w:rsidRPr="007B217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ćwiczeń, oceny cząstkowe dotyczące referatów i prezentacji studentów.</w:t>
            </w:r>
          </w:p>
          <w:p w14:paraId="2A319D5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D48BB9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50EF6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DFD766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C353CD1" w14:textId="77777777" w:rsidTr="003E1941">
        <w:tc>
          <w:tcPr>
            <w:tcW w:w="4962" w:type="dxa"/>
            <w:vAlign w:val="center"/>
          </w:tcPr>
          <w:p w14:paraId="5FB3E61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38E112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59109E" w:rsidRPr="009C54AE" w14:paraId="294D6481" w14:textId="77777777" w:rsidTr="00923D7D">
        <w:tc>
          <w:tcPr>
            <w:tcW w:w="4962" w:type="dxa"/>
          </w:tcPr>
          <w:p w14:paraId="316AFF7C" w14:textId="77777777" w:rsidR="0059109E" w:rsidRPr="009C54AE" w:rsidRDefault="0059109E" w:rsidP="005910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0D7FE8D" w14:textId="77777777" w:rsidR="0059109E" w:rsidRPr="007B2177" w:rsidRDefault="00C06D12" w:rsidP="005910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59109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59109E" w:rsidRPr="009C54AE" w14:paraId="56C1CA4B" w14:textId="77777777" w:rsidTr="00923D7D">
        <w:tc>
          <w:tcPr>
            <w:tcW w:w="4962" w:type="dxa"/>
          </w:tcPr>
          <w:p w14:paraId="19157751" w14:textId="77777777" w:rsidR="0059109E" w:rsidRPr="009C54AE" w:rsidRDefault="0059109E" w:rsidP="005910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78F18B8" w14:textId="77777777" w:rsidR="0059109E" w:rsidRPr="009C54AE" w:rsidRDefault="0059109E" w:rsidP="005910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7B430D1" w14:textId="77777777" w:rsidR="0059109E" w:rsidRPr="007B2177" w:rsidRDefault="00C06D12" w:rsidP="005910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59109E" w:rsidRPr="009C54AE" w14:paraId="28BAC5F0" w14:textId="77777777" w:rsidTr="00923D7D">
        <w:tc>
          <w:tcPr>
            <w:tcW w:w="4962" w:type="dxa"/>
          </w:tcPr>
          <w:p w14:paraId="637A8F90" w14:textId="77777777" w:rsidR="0059109E" w:rsidRPr="009C54AE" w:rsidRDefault="0059109E" w:rsidP="005910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6FE26BDD" w14:textId="77777777" w:rsidR="0059109E" w:rsidRPr="009C54AE" w:rsidRDefault="0059109E" w:rsidP="005910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C50F458" w14:textId="77777777" w:rsidR="0059109E" w:rsidRPr="007B2177" w:rsidRDefault="0059109E" w:rsidP="005910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59109E" w:rsidRPr="009C54AE" w14:paraId="153639F0" w14:textId="77777777" w:rsidTr="00923D7D">
        <w:tc>
          <w:tcPr>
            <w:tcW w:w="4962" w:type="dxa"/>
          </w:tcPr>
          <w:p w14:paraId="2048463B" w14:textId="77777777" w:rsidR="0059109E" w:rsidRPr="009C54AE" w:rsidRDefault="0059109E" w:rsidP="005910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FBB0833" w14:textId="77777777" w:rsidR="0059109E" w:rsidRPr="007B2177" w:rsidRDefault="00C06D12" w:rsidP="005910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59109E" w:rsidRPr="009C54AE" w14:paraId="63EAE332" w14:textId="77777777" w:rsidTr="00923D7D">
        <w:tc>
          <w:tcPr>
            <w:tcW w:w="4962" w:type="dxa"/>
          </w:tcPr>
          <w:p w14:paraId="5C596282" w14:textId="77777777" w:rsidR="0059109E" w:rsidRPr="009C54AE" w:rsidRDefault="0059109E" w:rsidP="0059109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C250983" w14:textId="77777777" w:rsidR="0059109E" w:rsidRPr="007B2177" w:rsidRDefault="0059109E" w:rsidP="005910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51AD1B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0EBA66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5AB5B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1FA55E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5324E" w:rsidRPr="009C54AE" w14:paraId="5A1214E7" w14:textId="77777777" w:rsidTr="0045324E">
        <w:trPr>
          <w:trHeight w:val="397"/>
        </w:trPr>
        <w:tc>
          <w:tcPr>
            <w:tcW w:w="3544" w:type="dxa"/>
          </w:tcPr>
          <w:p w14:paraId="3BBEFECC" w14:textId="77777777" w:rsidR="0045324E" w:rsidRPr="009C54AE" w:rsidRDefault="0045324E" w:rsidP="005910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941BD90" w14:textId="77777777" w:rsidR="0045324E" w:rsidRPr="007B2177" w:rsidRDefault="0045324E" w:rsidP="005910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45324E" w:rsidRPr="009C54AE" w14:paraId="40D1C148" w14:textId="77777777" w:rsidTr="0045324E">
        <w:trPr>
          <w:trHeight w:val="397"/>
        </w:trPr>
        <w:tc>
          <w:tcPr>
            <w:tcW w:w="3544" w:type="dxa"/>
          </w:tcPr>
          <w:p w14:paraId="02B8C8B9" w14:textId="77777777" w:rsidR="0045324E" w:rsidRPr="009C54AE" w:rsidRDefault="0045324E" w:rsidP="005910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5F91CC7" w14:textId="77777777" w:rsidR="0045324E" w:rsidRPr="007B2177" w:rsidRDefault="0045324E" w:rsidP="005910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9F0C07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144D3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9E291A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5033FAF6" w14:textId="77777777" w:rsidTr="0071620A">
        <w:trPr>
          <w:trHeight w:val="397"/>
        </w:trPr>
        <w:tc>
          <w:tcPr>
            <w:tcW w:w="7513" w:type="dxa"/>
          </w:tcPr>
          <w:p w14:paraId="53FB156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D0034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271DB4D" w14:textId="77777777" w:rsidR="00DD0034" w:rsidRPr="00DD0034" w:rsidRDefault="00DD0034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44F6F79B" w14:textId="77777777" w:rsidR="0059109E" w:rsidRDefault="0059109E" w:rsidP="005910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4060">
              <w:rPr>
                <w:rFonts w:ascii="Corbel" w:hAnsi="Corbel"/>
                <w:b w:val="0"/>
                <w:smallCaps w:val="0"/>
                <w:szCs w:val="24"/>
              </w:rPr>
              <w:t>C.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von Clausewitz,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O naturze wojny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2006.</w:t>
            </w:r>
          </w:p>
          <w:p w14:paraId="5185DEF5" w14:textId="77777777" w:rsidR="0059109E" w:rsidRPr="00EB4060" w:rsidRDefault="0059109E" w:rsidP="005910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C. von. Clausewitz,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O wojnie: księgi I-VIII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Lublin 1995.</w:t>
            </w:r>
          </w:p>
          <w:p w14:paraId="17C73B31" w14:textId="77777777" w:rsidR="0059109E" w:rsidRPr="00EB4060" w:rsidRDefault="0059109E" w:rsidP="005910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 Howard,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Wojna w dziejach Europy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Wrocław 2007.</w:t>
            </w:r>
          </w:p>
          <w:p w14:paraId="513686A4" w14:textId="77777777" w:rsidR="0059109E" w:rsidRPr="00EB4060" w:rsidRDefault="0059109E" w:rsidP="005910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J. Keegan,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Historia wojen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1998.</w:t>
            </w:r>
          </w:p>
          <w:p w14:paraId="33D81221" w14:textId="77777777" w:rsidR="0059109E" w:rsidRDefault="0059109E" w:rsidP="0059109E">
            <w:pPr>
              <w:spacing w:after="0" w:line="240" w:lineRule="auto"/>
              <w:ind w:left="601" w:hanging="567"/>
              <w:contextualSpacing/>
              <w:rPr>
                <w:rFonts w:ascii="Corbel" w:hAnsi="Corbel"/>
                <w:color w:val="000000"/>
                <w:szCs w:val="24"/>
              </w:rPr>
            </w:pPr>
            <w:r w:rsidRPr="00B91552">
              <w:rPr>
                <w:rFonts w:ascii="Corbel" w:hAnsi="Corbel"/>
                <w:color w:val="000000"/>
                <w:szCs w:val="24"/>
              </w:rPr>
              <w:t xml:space="preserve">K. Machiavelli, </w:t>
            </w:r>
            <w:r w:rsidRPr="00B91552">
              <w:rPr>
                <w:rFonts w:ascii="Corbel" w:hAnsi="Corbel"/>
                <w:i/>
                <w:color w:val="000000"/>
                <w:szCs w:val="24"/>
              </w:rPr>
              <w:t>Książę</w:t>
            </w:r>
            <w:r w:rsidRPr="00B91552">
              <w:rPr>
                <w:rFonts w:ascii="Corbel" w:hAnsi="Corbel"/>
                <w:color w:val="000000"/>
                <w:szCs w:val="24"/>
              </w:rPr>
              <w:t>, Warszawa 1993.</w:t>
            </w:r>
          </w:p>
          <w:p w14:paraId="033C3995" w14:textId="77777777" w:rsidR="0059109E" w:rsidRDefault="0059109E" w:rsidP="0059109E">
            <w:pPr>
              <w:spacing w:after="0" w:line="240" w:lineRule="auto"/>
              <w:ind w:left="601" w:hanging="567"/>
              <w:contextualSpacing/>
              <w:rPr>
                <w:rFonts w:ascii="Corbel" w:hAnsi="Corbel"/>
                <w:color w:val="000000"/>
                <w:szCs w:val="24"/>
              </w:rPr>
            </w:pPr>
            <w:r w:rsidRPr="00B91552">
              <w:rPr>
                <w:rFonts w:ascii="Corbel" w:hAnsi="Corbel"/>
                <w:color w:val="000000"/>
                <w:szCs w:val="24"/>
              </w:rPr>
              <w:t>K. Mroziewicz.</w:t>
            </w:r>
            <w:r>
              <w:rPr>
                <w:rFonts w:ascii="Corbel" w:hAnsi="Corbel"/>
                <w:i/>
                <w:color w:val="000000"/>
                <w:szCs w:val="24"/>
              </w:rPr>
              <w:t xml:space="preserve"> Indie, Sztuka władzy</w:t>
            </w:r>
            <w:r w:rsidRPr="00B91552">
              <w:rPr>
                <w:rFonts w:ascii="Corbel" w:hAnsi="Corbel"/>
                <w:color w:val="000000"/>
                <w:szCs w:val="24"/>
              </w:rPr>
              <w:t>. Poznań 2017</w:t>
            </w:r>
            <w:r>
              <w:rPr>
                <w:rFonts w:ascii="Corbel" w:hAnsi="Corbel"/>
                <w:color w:val="000000"/>
                <w:szCs w:val="24"/>
              </w:rPr>
              <w:t>.</w:t>
            </w:r>
          </w:p>
          <w:p w14:paraId="3879C872" w14:textId="77777777" w:rsidR="0059109E" w:rsidRDefault="0059109E" w:rsidP="0059109E">
            <w:pPr>
              <w:spacing w:after="0" w:line="240" w:lineRule="auto"/>
              <w:ind w:left="601" w:hanging="567"/>
              <w:contextualSpacing/>
              <w:rPr>
                <w:rFonts w:ascii="Corbel" w:hAnsi="Corbel"/>
                <w:color w:val="000000"/>
                <w:szCs w:val="24"/>
              </w:rPr>
            </w:pPr>
            <w:r>
              <w:rPr>
                <w:rFonts w:ascii="Corbel" w:hAnsi="Corbel"/>
                <w:color w:val="000000"/>
                <w:szCs w:val="24"/>
              </w:rPr>
              <w:t xml:space="preserve">L. Ratajczyk, </w:t>
            </w:r>
            <w:r>
              <w:rPr>
                <w:rFonts w:ascii="Corbel" w:hAnsi="Corbel"/>
                <w:i/>
                <w:color w:val="000000"/>
                <w:szCs w:val="24"/>
              </w:rPr>
              <w:t>Historia wojskowości</w:t>
            </w:r>
            <w:r>
              <w:rPr>
                <w:rFonts w:ascii="Corbel" w:hAnsi="Corbel"/>
                <w:color w:val="000000"/>
                <w:szCs w:val="24"/>
              </w:rPr>
              <w:t>, Warszawa 1980.</w:t>
            </w:r>
          </w:p>
          <w:p w14:paraId="330B838D" w14:textId="77777777" w:rsidR="0059109E" w:rsidRPr="00EB4060" w:rsidRDefault="0059109E" w:rsidP="00DD0034">
            <w:pPr>
              <w:spacing w:after="0" w:line="240" w:lineRule="auto"/>
              <w:contextualSpacing/>
              <w:rPr>
                <w:rFonts w:ascii="Corbel" w:hAnsi="Corbel"/>
                <w:color w:val="000000"/>
                <w:szCs w:val="24"/>
              </w:rPr>
            </w:pPr>
            <w:r>
              <w:rPr>
                <w:rFonts w:ascii="Corbel" w:hAnsi="Corbel"/>
                <w:color w:val="000000"/>
                <w:szCs w:val="24"/>
              </w:rPr>
              <w:t xml:space="preserve">R. Smith, </w:t>
            </w:r>
            <w:r>
              <w:rPr>
                <w:rFonts w:ascii="Corbel" w:hAnsi="Corbel"/>
                <w:i/>
                <w:color w:val="000000"/>
                <w:szCs w:val="24"/>
              </w:rPr>
              <w:t>Przydatność siły militarnej: sztuka wojenna we współczesnym świecie</w:t>
            </w:r>
            <w:r>
              <w:rPr>
                <w:rFonts w:ascii="Corbel" w:hAnsi="Corbel"/>
                <w:color w:val="000000"/>
                <w:szCs w:val="24"/>
              </w:rPr>
              <w:t>, Warszawa 2010.</w:t>
            </w:r>
          </w:p>
          <w:p w14:paraId="5BC2834D" w14:textId="77777777" w:rsidR="0059109E" w:rsidRPr="0045324E" w:rsidRDefault="0059109E" w:rsidP="005910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5324E">
              <w:rPr>
                <w:rFonts w:ascii="Corbel" w:hAnsi="Corbel"/>
                <w:b w:val="0"/>
                <w:color w:val="000000"/>
                <w:szCs w:val="24"/>
              </w:rPr>
              <w:t xml:space="preserve">Sun Tzu, </w:t>
            </w:r>
            <w:r w:rsidRPr="0045324E">
              <w:rPr>
                <w:rFonts w:ascii="Corbel" w:hAnsi="Corbel"/>
                <w:b w:val="0"/>
                <w:i/>
                <w:color w:val="000000"/>
                <w:szCs w:val="24"/>
              </w:rPr>
              <w:t>Sztuka Wojny</w:t>
            </w:r>
            <w:r w:rsidRPr="0045324E">
              <w:rPr>
                <w:rFonts w:ascii="Corbel" w:hAnsi="Corbel"/>
                <w:b w:val="0"/>
                <w:color w:val="000000"/>
                <w:szCs w:val="24"/>
              </w:rPr>
              <w:t>, Warszawa 2004.</w:t>
            </w:r>
          </w:p>
        </w:tc>
      </w:tr>
      <w:tr w:rsidR="0085747A" w:rsidRPr="009C54AE" w14:paraId="1C48C820" w14:textId="77777777" w:rsidTr="0071620A">
        <w:trPr>
          <w:trHeight w:val="397"/>
        </w:trPr>
        <w:tc>
          <w:tcPr>
            <w:tcW w:w="7513" w:type="dxa"/>
          </w:tcPr>
          <w:p w14:paraId="752F8EF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D0034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C8CDDF8" w14:textId="77777777" w:rsidR="00DD0034" w:rsidRPr="00DD0034" w:rsidRDefault="00DD0034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032C4226" w14:textId="77777777" w:rsidR="0059109E" w:rsidRPr="00EB4060" w:rsidRDefault="0059109E" w:rsidP="005910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B. Aleksander,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Jak Hitler mógł wygrać wojnę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2006.</w:t>
            </w:r>
          </w:p>
          <w:p w14:paraId="53F2511E" w14:textId="77777777" w:rsidR="0059109E" w:rsidRDefault="0059109E" w:rsidP="005910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A. Czubiński, W. Olszewski,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Historia powszechna 1939-1997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Poznań 2003.</w:t>
            </w:r>
          </w:p>
          <w:p w14:paraId="121ED747" w14:textId="77777777" w:rsidR="0059109E" w:rsidRPr="00EB4060" w:rsidRDefault="0059109E" w:rsidP="005910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Encyklopedia terroryzmu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2004.</w:t>
            </w:r>
          </w:p>
          <w:p w14:paraId="44356E13" w14:textId="77777777" w:rsidR="0059109E" w:rsidRPr="00EB4060" w:rsidRDefault="0059109E" w:rsidP="005910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T. Klin,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Wizje ładu międzynarodowego w niemieckiej i anglosaskiej myśli geopolitycznej w okresie II wojny światowej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Toruń 2008.</w:t>
            </w:r>
          </w:p>
          <w:p w14:paraId="50CC99FB" w14:textId="77777777" w:rsidR="0059109E" w:rsidRDefault="0059109E" w:rsidP="005910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N. Machiavelli,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Sztuka wojny: według Machiavellego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Gliwice 2012.</w:t>
            </w:r>
          </w:p>
          <w:p w14:paraId="543C0C2C" w14:textId="77777777" w:rsidR="0059109E" w:rsidRDefault="0059109E" w:rsidP="005910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J. Muszyński,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Międzynarodowe prawo wojenne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1969.</w:t>
            </w:r>
          </w:p>
          <w:p w14:paraId="1EABD398" w14:textId="77777777" w:rsidR="0059109E" w:rsidRPr="00A41851" w:rsidRDefault="0059109E" w:rsidP="005910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E. Volkman,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Szpiedzy. Tajni agenci, którzy zmienili bieg historii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Warszawa 1996. </w:t>
            </w:r>
          </w:p>
          <w:p w14:paraId="40E13F5E" w14:textId="77777777" w:rsidR="0059109E" w:rsidRPr="009C54AE" w:rsidRDefault="0059109E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2F32385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A8046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BC952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4DAA7D" w14:textId="77777777" w:rsidR="00222937" w:rsidRDefault="00222937" w:rsidP="00C16ABF">
      <w:pPr>
        <w:spacing w:after="0" w:line="240" w:lineRule="auto"/>
      </w:pPr>
      <w:r>
        <w:separator/>
      </w:r>
    </w:p>
  </w:endnote>
  <w:endnote w:type="continuationSeparator" w:id="0">
    <w:p w14:paraId="3B7189AB" w14:textId="77777777" w:rsidR="00222937" w:rsidRDefault="0022293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E7FF31" w14:textId="77777777" w:rsidR="00222937" w:rsidRDefault="00222937" w:rsidP="00C16ABF">
      <w:pPr>
        <w:spacing w:after="0" w:line="240" w:lineRule="auto"/>
      </w:pPr>
      <w:r>
        <w:separator/>
      </w:r>
    </w:p>
  </w:footnote>
  <w:footnote w:type="continuationSeparator" w:id="0">
    <w:p w14:paraId="6CB58E8D" w14:textId="77777777" w:rsidR="00222937" w:rsidRDefault="00222937" w:rsidP="00C16ABF">
      <w:pPr>
        <w:spacing w:after="0" w:line="240" w:lineRule="auto"/>
      </w:pPr>
      <w:r>
        <w:continuationSeparator/>
      </w:r>
    </w:p>
  </w:footnote>
  <w:footnote w:id="1">
    <w:p w14:paraId="359D88A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90B197B"/>
    <w:multiLevelType w:val="hybridMultilevel"/>
    <w:tmpl w:val="43E4DB4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5578460">
    <w:abstractNumId w:val="0"/>
  </w:num>
  <w:num w:numId="2" w16cid:durableId="924417760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100C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761D"/>
    <w:rsid w:val="000D04B0"/>
    <w:rsid w:val="000F1C57"/>
    <w:rsid w:val="000F5615"/>
    <w:rsid w:val="00124BFF"/>
    <w:rsid w:val="0012560E"/>
    <w:rsid w:val="00127108"/>
    <w:rsid w:val="00134B13"/>
    <w:rsid w:val="00146BC0"/>
    <w:rsid w:val="001510FA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01685"/>
    <w:rsid w:val="002144C0"/>
    <w:rsid w:val="002145F1"/>
    <w:rsid w:val="00222937"/>
    <w:rsid w:val="0022477D"/>
    <w:rsid w:val="002278A9"/>
    <w:rsid w:val="002336F9"/>
    <w:rsid w:val="0024028F"/>
    <w:rsid w:val="00244ABC"/>
    <w:rsid w:val="0027444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8ED"/>
    <w:rsid w:val="002C1712"/>
    <w:rsid w:val="002C1F06"/>
    <w:rsid w:val="002D3375"/>
    <w:rsid w:val="002D73D4"/>
    <w:rsid w:val="002F02A3"/>
    <w:rsid w:val="002F04D3"/>
    <w:rsid w:val="002F4ABE"/>
    <w:rsid w:val="003018BA"/>
    <w:rsid w:val="0030395F"/>
    <w:rsid w:val="00305C92"/>
    <w:rsid w:val="003151C5"/>
    <w:rsid w:val="003343CF"/>
    <w:rsid w:val="00346295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324E"/>
    <w:rsid w:val="0045611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4F638B"/>
    <w:rsid w:val="0050496F"/>
    <w:rsid w:val="00513B6F"/>
    <w:rsid w:val="00517C63"/>
    <w:rsid w:val="005363C4"/>
    <w:rsid w:val="00536BDE"/>
    <w:rsid w:val="00543ACC"/>
    <w:rsid w:val="0056696D"/>
    <w:rsid w:val="0059109E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2F1D"/>
    <w:rsid w:val="00654934"/>
    <w:rsid w:val="006620D9"/>
    <w:rsid w:val="00671958"/>
    <w:rsid w:val="00675843"/>
    <w:rsid w:val="00696477"/>
    <w:rsid w:val="006B69D0"/>
    <w:rsid w:val="006D050F"/>
    <w:rsid w:val="006D6139"/>
    <w:rsid w:val="006E5D65"/>
    <w:rsid w:val="006F1282"/>
    <w:rsid w:val="006F1FBC"/>
    <w:rsid w:val="006F31E2"/>
    <w:rsid w:val="00706544"/>
    <w:rsid w:val="007072BA"/>
    <w:rsid w:val="007124FD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015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2C63"/>
    <w:rsid w:val="00923D7D"/>
    <w:rsid w:val="009508DF"/>
    <w:rsid w:val="00950DAC"/>
    <w:rsid w:val="00954A07"/>
    <w:rsid w:val="00987706"/>
    <w:rsid w:val="00997F14"/>
    <w:rsid w:val="009A7136"/>
    <w:rsid w:val="009A78D9"/>
    <w:rsid w:val="009C3E31"/>
    <w:rsid w:val="009C54AE"/>
    <w:rsid w:val="009C788E"/>
    <w:rsid w:val="009D3F3B"/>
    <w:rsid w:val="009E0543"/>
    <w:rsid w:val="009E1E1A"/>
    <w:rsid w:val="009E3B41"/>
    <w:rsid w:val="009F3C5C"/>
    <w:rsid w:val="009F4610"/>
    <w:rsid w:val="00A00ECC"/>
    <w:rsid w:val="00A155EE"/>
    <w:rsid w:val="00A17FC1"/>
    <w:rsid w:val="00A2245B"/>
    <w:rsid w:val="00A30110"/>
    <w:rsid w:val="00A3091C"/>
    <w:rsid w:val="00A36899"/>
    <w:rsid w:val="00A371F6"/>
    <w:rsid w:val="00A43BF6"/>
    <w:rsid w:val="00A53FA5"/>
    <w:rsid w:val="00A54817"/>
    <w:rsid w:val="00A601C8"/>
    <w:rsid w:val="00A60799"/>
    <w:rsid w:val="00A77CEF"/>
    <w:rsid w:val="00A84C85"/>
    <w:rsid w:val="00A958B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57F9"/>
    <w:rsid w:val="00BD66E9"/>
    <w:rsid w:val="00BD6FF4"/>
    <w:rsid w:val="00BE6AE8"/>
    <w:rsid w:val="00BF2C41"/>
    <w:rsid w:val="00C058B4"/>
    <w:rsid w:val="00C05F44"/>
    <w:rsid w:val="00C06D12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764"/>
    <w:rsid w:val="00C94B98"/>
    <w:rsid w:val="00CA2B96"/>
    <w:rsid w:val="00CA5089"/>
    <w:rsid w:val="00CD6897"/>
    <w:rsid w:val="00CE5BAC"/>
    <w:rsid w:val="00CF25BE"/>
    <w:rsid w:val="00CF42FE"/>
    <w:rsid w:val="00CF78ED"/>
    <w:rsid w:val="00D02B25"/>
    <w:rsid w:val="00D02EBA"/>
    <w:rsid w:val="00D17C3C"/>
    <w:rsid w:val="00D26B2C"/>
    <w:rsid w:val="00D30DD2"/>
    <w:rsid w:val="00D352C9"/>
    <w:rsid w:val="00D425B2"/>
    <w:rsid w:val="00D428D6"/>
    <w:rsid w:val="00D552B2"/>
    <w:rsid w:val="00D608D1"/>
    <w:rsid w:val="00D74119"/>
    <w:rsid w:val="00D8075B"/>
    <w:rsid w:val="00D8678B"/>
    <w:rsid w:val="00D97005"/>
    <w:rsid w:val="00DA2114"/>
    <w:rsid w:val="00DD0034"/>
    <w:rsid w:val="00DE09C0"/>
    <w:rsid w:val="00DE4A14"/>
    <w:rsid w:val="00DF320D"/>
    <w:rsid w:val="00DF71C8"/>
    <w:rsid w:val="00E011CF"/>
    <w:rsid w:val="00E129B8"/>
    <w:rsid w:val="00E21E7D"/>
    <w:rsid w:val="00E22FBC"/>
    <w:rsid w:val="00E24BF5"/>
    <w:rsid w:val="00E25338"/>
    <w:rsid w:val="00E27EDB"/>
    <w:rsid w:val="00E51E44"/>
    <w:rsid w:val="00E544BC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4AD7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46FC2"/>
  <w15:docId w15:val="{C6750ADB-91F8-4D67-8A75-15BDEF765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4ABD87-DB86-42EA-A7FD-6C075623C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5</Pages>
  <Words>932</Words>
  <Characters>5595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Magdalena Biernacka</cp:lastModifiedBy>
  <cp:revision>11</cp:revision>
  <cp:lastPrinted>2019-02-06T12:12:00Z</cp:lastPrinted>
  <dcterms:created xsi:type="dcterms:W3CDTF">2020-12-04T06:54:00Z</dcterms:created>
  <dcterms:modified xsi:type="dcterms:W3CDTF">2025-11-19T20:35:00Z</dcterms:modified>
</cp:coreProperties>
</file>